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377" w:rsidRDefault="00E94377" w:rsidP="0010195F">
      <w:pPr>
        <w:pStyle w:val="NormalWeb"/>
        <w:spacing w:before="0" w:after="0"/>
        <w:ind w:left="0" w:right="0"/>
        <w:jc w:val="center"/>
        <w:rPr>
          <w:b/>
          <w:bCs/>
          <w:color w:val="auto"/>
          <w:sz w:val="32"/>
          <w:szCs w:val="32"/>
        </w:rPr>
      </w:pPr>
    </w:p>
    <w:p w:rsidR="00E94377" w:rsidRDefault="00E94377" w:rsidP="0010195F">
      <w:pPr>
        <w:pStyle w:val="NormalWeb"/>
        <w:spacing w:before="0" w:after="0"/>
        <w:ind w:left="0" w:right="0"/>
        <w:jc w:val="center"/>
        <w:rPr>
          <w:b/>
          <w:bCs/>
          <w:color w:val="auto"/>
          <w:sz w:val="32"/>
          <w:szCs w:val="32"/>
        </w:rPr>
      </w:pPr>
    </w:p>
    <w:p w:rsidR="00E94377" w:rsidRDefault="00E94377" w:rsidP="0010195F">
      <w:pPr>
        <w:pStyle w:val="NormalWeb"/>
        <w:spacing w:before="0" w:after="0"/>
        <w:ind w:left="0" w:right="0"/>
        <w:jc w:val="center"/>
        <w:rPr>
          <w:b/>
          <w:bCs/>
          <w:color w:val="auto"/>
          <w:sz w:val="32"/>
          <w:szCs w:val="32"/>
        </w:rPr>
      </w:pPr>
    </w:p>
    <w:p w:rsidR="00E94377" w:rsidRDefault="00E94377" w:rsidP="0010195F">
      <w:pPr>
        <w:pStyle w:val="NormalWeb"/>
        <w:spacing w:before="0" w:after="0"/>
        <w:ind w:left="0" w:right="0"/>
        <w:jc w:val="center"/>
        <w:rPr>
          <w:b/>
          <w:bCs/>
          <w:color w:val="auto"/>
          <w:sz w:val="32"/>
          <w:szCs w:val="32"/>
        </w:rPr>
      </w:pPr>
    </w:p>
    <w:p w:rsidR="00E94377" w:rsidRDefault="00E94377" w:rsidP="000D001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4377" w:rsidRDefault="00E94377" w:rsidP="000D001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E94377" w:rsidRDefault="00E94377" w:rsidP="000D001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«О</w:t>
      </w:r>
      <w:r>
        <w:rPr>
          <w:b/>
          <w:sz w:val="28"/>
          <w:szCs w:val="28"/>
        </w:rPr>
        <w:t xml:space="preserve"> наделении органов местного самоуправления муниципальных районов </w:t>
      </w:r>
    </w:p>
    <w:p w:rsidR="00E94377" w:rsidRDefault="00E94377" w:rsidP="000D001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городских округов Ульяновской области государственными полномочиями Ульяновской области в сфере организации отлова </w:t>
      </w:r>
    </w:p>
    <w:p w:rsidR="00E94377" w:rsidRDefault="00E94377" w:rsidP="000D001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и содержания безнадзорных домашних животных</w:t>
      </w:r>
      <w:r>
        <w:rPr>
          <w:b/>
          <w:bCs/>
          <w:sz w:val="28"/>
          <w:szCs w:val="28"/>
        </w:rPr>
        <w:t>»</w:t>
      </w:r>
    </w:p>
    <w:p w:rsidR="00E94377" w:rsidRDefault="00E94377" w:rsidP="0010195F">
      <w:pPr>
        <w:pStyle w:val="NormalWeb"/>
        <w:spacing w:before="0" w:after="0"/>
        <w:ind w:left="0" w:right="0" w:firstLine="669"/>
        <w:jc w:val="both"/>
        <w:rPr>
          <w:b/>
          <w:bCs/>
          <w:color w:val="auto"/>
          <w:sz w:val="28"/>
          <w:szCs w:val="28"/>
        </w:rPr>
      </w:pPr>
    </w:p>
    <w:p w:rsidR="00E94377" w:rsidRDefault="00E94377" w:rsidP="0010195F">
      <w:pPr>
        <w:pStyle w:val="NormalWeb"/>
        <w:spacing w:before="0" w:after="0"/>
        <w:ind w:left="0" w:right="0" w:firstLine="669"/>
        <w:jc w:val="both"/>
        <w:rPr>
          <w:b/>
          <w:bCs/>
          <w:color w:val="auto"/>
          <w:sz w:val="28"/>
          <w:szCs w:val="28"/>
        </w:rPr>
      </w:pPr>
    </w:p>
    <w:p w:rsidR="00E94377" w:rsidRPr="00E21666" w:rsidRDefault="00E94377" w:rsidP="00E21666">
      <w:pPr>
        <w:pStyle w:val="NormalWeb"/>
        <w:spacing w:before="0" w:after="0"/>
        <w:ind w:left="0" w:right="0" w:firstLine="669"/>
        <w:jc w:val="center"/>
        <w:rPr>
          <w:bCs/>
          <w:color w:val="auto"/>
        </w:rPr>
      </w:pPr>
      <w:r w:rsidRPr="00E21666">
        <w:rPr>
          <w:bCs/>
          <w:color w:val="auto"/>
        </w:rPr>
        <w:t>Принят Законодательным Собранием Ульяновской области</w:t>
      </w:r>
      <w:r>
        <w:rPr>
          <w:bCs/>
          <w:color w:val="auto"/>
        </w:rPr>
        <w:t xml:space="preserve"> 31 марта 2016 года</w:t>
      </w:r>
    </w:p>
    <w:p w:rsidR="00E94377" w:rsidRDefault="00E94377" w:rsidP="0010195F">
      <w:pPr>
        <w:pStyle w:val="NormalWeb"/>
        <w:spacing w:before="0" w:after="0"/>
        <w:ind w:left="0" w:right="0" w:firstLine="669"/>
        <w:jc w:val="both"/>
        <w:rPr>
          <w:b/>
          <w:bCs/>
          <w:color w:val="auto"/>
          <w:sz w:val="28"/>
          <w:szCs w:val="28"/>
        </w:rPr>
      </w:pPr>
    </w:p>
    <w:p w:rsidR="00E94377" w:rsidRDefault="00E94377" w:rsidP="0010195F">
      <w:pPr>
        <w:pStyle w:val="NormalWeb"/>
        <w:spacing w:before="0" w:after="0"/>
        <w:ind w:left="0" w:right="0" w:firstLine="669"/>
        <w:jc w:val="both"/>
        <w:rPr>
          <w:b/>
          <w:bCs/>
          <w:color w:val="auto"/>
          <w:sz w:val="28"/>
          <w:szCs w:val="28"/>
        </w:rPr>
      </w:pPr>
    </w:p>
    <w:p w:rsidR="00E94377" w:rsidRDefault="00E94377" w:rsidP="0010195F">
      <w:pPr>
        <w:pStyle w:val="ConsPlusNormal"/>
        <w:widowControl w:val="0"/>
        <w:spacing w:line="360" w:lineRule="auto"/>
        <w:ind w:firstLine="709"/>
        <w:jc w:val="both"/>
      </w:pPr>
      <w:r w:rsidRPr="00DA527D">
        <w:rPr>
          <w:bCs/>
        </w:rPr>
        <w:t xml:space="preserve">Внести в </w:t>
      </w:r>
      <w:r>
        <w:rPr>
          <w:bCs/>
        </w:rPr>
        <w:t xml:space="preserve">пункт 2 </w:t>
      </w:r>
      <w:r>
        <w:t>приложения к Закону</w:t>
      </w:r>
      <w:r>
        <w:rPr>
          <w:bCs/>
        </w:rPr>
        <w:t xml:space="preserve"> Ульяновской области  от 7 октября 2010 года № 158-ЗО «О</w:t>
      </w:r>
      <w: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 в сфере организации отлова и содержания безнадзорных домашних животных</w:t>
      </w:r>
      <w:r>
        <w:rPr>
          <w:bCs/>
        </w:rPr>
        <w:t xml:space="preserve">» </w:t>
      </w:r>
      <w:r>
        <w:t>(«Ульяновская правда» от 13.10.2010 № 84; от 06.07.2012 № 70; от 07.06.2013 № 60-61; от 09.11.2015       № 156; от 07.12.2015 № 170) следующие изменения:</w:t>
      </w:r>
    </w:p>
    <w:p w:rsidR="00E94377" w:rsidRDefault="00E94377" w:rsidP="0010195F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абзац шестнадцатый изложить в следующей редакции:</w:t>
      </w:r>
    </w:p>
    <w:p w:rsidR="00E94377" w:rsidRDefault="00E94377" w:rsidP="0010195F">
      <w:pPr>
        <w:pStyle w:val="ConsPlusNormal"/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>«</w:t>
      </w:r>
      <w:r>
        <w:rPr>
          <w:bCs/>
          <w:lang w:val="en-US"/>
        </w:rPr>
        <w:t>P</w:t>
      </w:r>
      <w:r>
        <w:rPr>
          <w:bCs/>
          <w:vertAlign w:val="subscript"/>
        </w:rPr>
        <w:t>пост.</w:t>
      </w:r>
      <w:r>
        <w:rPr>
          <w:bCs/>
        </w:rPr>
        <w:t xml:space="preserve"> = Р</w:t>
      </w:r>
      <w:r>
        <w:rPr>
          <w:bCs/>
          <w:vertAlign w:val="subscript"/>
        </w:rPr>
        <w:t>бр.</w:t>
      </w:r>
      <w:r>
        <w:rPr>
          <w:bCs/>
        </w:rPr>
        <w:t xml:space="preserve"> х К</w:t>
      </w:r>
      <w:r>
        <w:rPr>
          <w:bCs/>
          <w:vertAlign w:val="subscript"/>
        </w:rPr>
        <w:t>бр.</w:t>
      </w:r>
      <w:r>
        <w:rPr>
          <w:bCs/>
        </w:rPr>
        <w:t>+ Р</w:t>
      </w:r>
      <w:r>
        <w:rPr>
          <w:bCs/>
          <w:vertAlign w:val="subscript"/>
        </w:rPr>
        <w:t>с.</w:t>
      </w:r>
      <w:r>
        <w:rPr>
          <w:bCs/>
        </w:rPr>
        <w:t xml:space="preserve"> + Р</w:t>
      </w:r>
      <w:r>
        <w:rPr>
          <w:bCs/>
          <w:vertAlign w:val="subscript"/>
        </w:rPr>
        <w:t>кл.</w:t>
      </w:r>
      <w:r>
        <w:rPr>
          <w:bCs/>
        </w:rPr>
        <w:t>, где:</w:t>
      </w:r>
      <w:r>
        <w:rPr>
          <w:bCs/>
          <w:vertAlign w:val="subscript"/>
        </w:rPr>
        <w:t>.</w:t>
      </w:r>
      <w:r>
        <w:rPr>
          <w:bCs/>
        </w:rPr>
        <w:t>»;</w:t>
      </w:r>
    </w:p>
    <w:p w:rsidR="00E94377" w:rsidRDefault="00E94377" w:rsidP="0010195F">
      <w:pPr>
        <w:pStyle w:val="ConsPlusNormal"/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>2) в абзаце девятнадцатом слова «одному работнику, осуществляющему» заменить словами «работникам, осуществляющим»;</w:t>
      </w:r>
    </w:p>
    <w:p w:rsidR="00E94377" w:rsidRDefault="00E94377" w:rsidP="0010195F">
      <w:pPr>
        <w:pStyle w:val="ConsPlusNormal"/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>3) в абзаце сорок первом слова «в абзаце двадцать пятом» заменить словами «в абзаце двадцать четвёртом»;</w:t>
      </w:r>
    </w:p>
    <w:p w:rsidR="00E94377" w:rsidRDefault="00E94377" w:rsidP="0010195F">
      <w:pPr>
        <w:pStyle w:val="ConsPlusNormal"/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4) в абзаце сорок втором слова «в количестве одного работника» заменить словами «временного содержания безнадзорных домашних животных </w:t>
      </w:r>
      <w:r>
        <w:rPr>
          <w:bCs/>
        </w:rPr>
        <w:br/>
        <w:t>в количестве одной штатной единицы»;</w:t>
      </w:r>
    </w:p>
    <w:p w:rsidR="00E94377" w:rsidRDefault="00E94377" w:rsidP="0010195F">
      <w:pPr>
        <w:pStyle w:val="ConsPlusNormal"/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>5) абзац сорок пятый изложить в следующей редакции:</w:t>
      </w:r>
    </w:p>
    <w:p w:rsidR="00E94377" w:rsidRDefault="00E94377" w:rsidP="0010195F">
      <w:pPr>
        <w:pStyle w:val="ConsPlusNonformat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</w:rPr>
        <w:t>«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– число работников, осуществляющих содержание отловленных безнадзорных домашних животных в одном пункте временного содержания безнадзорных домашних животных;»;</w:t>
      </w:r>
    </w:p>
    <w:p w:rsidR="00E94377" w:rsidRDefault="00E94377" w:rsidP="0090130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 абзаце сорок седьмом слова «Размер начислений на денежные выплаты» заменить словами «Годовой размер затрат, указанных в абзаце тридцать третьем настоящего пункта,»;</w:t>
      </w:r>
      <w:bookmarkStart w:id="0" w:name="_GoBack"/>
      <w:bookmarkEnd w:id="0"/>
    </w:p>
    <w:p w:rsidR="00E94377" w:rsidRDefault="00E94377" w:rsidP="0090130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 абзаце сорок восьмом слова «Размер затрат» заменить словами «Годовой размер затрат»;</w:t>
      </w:r>
    </w:p>
    <w:p w:rsidR="00E94377" w:rsidRDefault="00E94377" w:rsidP="0090130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в абзаце пятьдесят первом</w:t>
      </w:r>
      <w:r>
        <w:rPr>
          <w:bCs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«Размер затрат» заменить словами «Годовой размер затрат»;</w:t>
      </w:r>
    </w:p>
    <w:p w:rsidR="00E94377" w:rsidRDefault="00E94377" w:rsidP="0090130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00">
        <w:rPr>
          <w:rFonts w:ascii="Times New Roman" w:hAnsi="Times New Roman" w:cs="Times New Roman"/>
          <w:bCs/>
          <w:sz w:val="28"/>
          <w:szCs w:val="28"/>
        </w:rPr>
        <w:t>9) в абзаце</w:t>
      </w:r>
      <w:r>
        <w:rPr>
          <w:rFonts w:ascii="Times New Roman" w:hAnsi="Times New Roman" w:cs="Times New Roman"/>
          <w:bCs/>
          <w:sz w:val="28"/>
          <w:szCs w:val="28"/>
        </w:rPr>
        <w:t xml:space="preserve"> пятьдесят пятом </w:t>
      </w:r>
      <w:r>
        <w:rPr>
          <w:rFonts w:ascii="Times New Roman" w:hAnsi="Times New Roman" w:cs="Times New Roman"/>
          <w:sz w:val="28"/>
          <w:szCs w:val="28"/>
        </w:rPr>
        <w:t>слова «Размер затрат» заменить словами «Годовой размер затрат»;</w:t>
      </w:r>
    </w:p>
    <w:p w:rsidR="00E94377" w:rsidRDefault="00E94377" w:rsidP="0090130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10) в абзаце пятьдесят девятом </w:t>
      </w:r>
      <w:r>
        <w:rPr>
          <w:rFonts w:ascii="Times New Roman" w:hAnsi="Times New Roman" w:cs="Times New Roman"/>
          <w:sz w:val="28"/>
          <w:szCs w:val="28"/>
        </w:rPr>
        <w:t>слова «Размер затрат» заменить словами «Годовой размер затрат»;</w:t>
      </w:r>
    </w:p>
    <w:p w:rsidR="00E94377" w:rsidRDefault="00E94377" w:rsidP="009E69A8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11) в абзаце шестьдесят первом </w:t>
      </w:r>
      <w:r>
        <w:rPr>
          <w:rFonts w:ascii="Times New Roman" w:hAnsi="Times New Roman" w:cs="Times New Roman"/>
          <w:sz w:val="28"/>
          <w:szCs w:val="28"/>
        </w:rPr>
        <w:t>слова «Размер затрат» заменить словами «Годовой размер затрат».</w:t>
      </w:r>
    </w:p>
    <w:p w:rsidR="00E94377" w:rsidRPr="0010195F" w:rsidRDefault="00E94377" w:rsidP="0010195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E94377" w:rsidRDefault="00E94377" w:rsidP="0010195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94377" w:rsidRDefault="00E94377" w:rsidP="0010195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94377" w:rsidRDefault="00E94377" w:rsidP="0010195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 Ульяновской области                                                        С.И.Морозов</w:t>
      </w:r>
    </w:p>
    <w:p w:rsidR="00E94377" w:rsidRDefault="00E94377" w:rsidP="0010195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94377" w:rsidRDefault="00E94377" w:rsidP="0010195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94377" w:rsidRDefault="00E94377" w:rsidP="0010195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94377" w:rsidRDefault="00E94377" w:rsidP="0010195F">
      <w:pPr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E94377" w:rsidRDefault="00E94377" w:rsidP="001019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06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</w:t>
      </w:r>
    </w:p>
    <w:p w:rsidR="00E94377" w:rsidRDefault="00E94377" w:rsidP="0010195F">
      <w:pPr>
        <w:jc w:val="center"/>
        <w:rPr>
          <w:sz w:val="28"/>
          <w:szCs w:val="28"/>
        </w:rPr>
      </w:pPr>
      <w:r>
        <w:rPr>
          <w:sz w:val="28"/>
          <w:szCs w:val="28"/>
        </w:rPr>
        <w:t>№ 48-ЗО</w:t>
      </w:r>
    </w:p>
    <w:sectPr w:rsidR="00E94377" w:rsidSect="00FB272B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377" w:rsidRDefault="00E94377">
      <w:r>
        <w:separator/>
      </w:r>
    </w:p>
  </w:endnote>
  <w:endnote w:type="continuationSeparator" w:id="0">
    <w:p w:rsidR="00E94377" w:rsidRDefault="00E94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377" w:rsidRPr="00DC07A0" w:rsidRDefault="00E94377" w:rsidP="00DC07A0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1003км1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377" w:rsidRDefault="00E94377">
      <w:r>
        <w:separator/>
      </w:r>
    </w:p>
  </w:footnote>
  <w:footnote w:type="continuationSeparator" w:id="0">
    <w:p w:rsidR="00E94377" w:rsidRDefault="00E94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377" w:rsidRDefault="00E94377" w:rsidP="004444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4377" w:rsidRDefault="00E943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377" w:rsidRPr="0025276E" w:rsidRDefault="00E94377" w:rsidP="00FB272B">
    <w:pPr>
      <w:pStyle w:val="Header"/>
      <w:jc w:val="center"/>
      <w:rPr>
        <w:rStyle w:val="PageNumber"/>
        <w:sz w:val="28"/>
        <w:szCs w:val="28"/>
      </w:rPr>
    </w:pPr>
    <w:r w:rsidRPr="0025276E">
      <w:rPr>
        <w:rStyle w:val="PageNumber"/>
        <w:sz w:val="28"/>
        <w:szCs w:val="28"/>
      </w:rPr>
      <w:fldChar w:fldCharType="begin"/>
    </w:r>
    <w:r w:rsidRPr="0025276E">
      <w:rPr>
        <w:rStyle w:val="PageNumber"/>
        <w:sz w:val="28"/>
        <w:szCs w:val="28"/>
      </w:rPr>
      <w:instrText xml:space="preserve">PAGE  </w:instrText>
    </w:r>
    <w:r w:rsidRPr="0025276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25276E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8442D"/>
    <w:multiLevelType w:val="hybridMultilevel"/>
    <w:tmpl w:val="F26CB59A"/>
    <w:lvl w:ilvl="0" w:tplc="05F60F3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E8A188F"/>
    <w:multiLevelType w:val="hybridMultilevel"/>
    <w:tmpl w:val="024EE76E"/>
    <w:lvl w:ilvl="0" w:tplc="F126FB80">
      <w:start w:val="1"/>
      <w:numFmt w:val="decimal"/>
      <w:lvlText w:val="%1)"/>
      <w:lvlJc w:val="left"/>
      <w:pPr>
        <w:ind w:left="10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0AB4"/>
    <w:rsid w:val="00004A32"/>
    <w:rsid w:val="00006C23"/>
    <w:rsid w:val="00007B5C"/>
    <w:rsid w:val="00015EE6"/>
    <w:rsid w:val="000210D3"/>
    <w:rsid w:val="000272BE"/>
    <w:rsid w:val="000314B5"/>
    <w:rsid w:val="00036E1C"/>
    <w:rsid w:val="00040549"/>
    <w:rsid w:val="000417E5"/>
    <w:rsid w:val="00042B04"/>
    <w:rsid w:val="00042E40"/>
    <w:rsid w:val="000530FD"/>
    <w:rsid w:val="00057EB5"/>
    <w:rsid w:val="00062A44"/>
    <w:rsid w:val="000651D5"/>
    <w:rsid w:val="0007084C"/>
    <w:rsid w:val="00071AB8"/>
    <w:rsid w:val="00083DC7"/>
    <w:rsid w:val="0008704D"/>
    <w:rsid w:val="00091DC5"/>
    <w:rsid w:val="000B1EA3"/>
    <w:rsid w:val="000B277B"/>
    <w:rsid w:val="000B2949"/>
    <w:rsid w:val="000B783C"/>
    <w:rsid w:val="000D001F"/>
    <w:rsid w:val="000D6421"/>
    <w:rsid w:val="000D6E07"/>
    <w:rsid w:val="000E14AB"/>
    <w:rsid w:val="000E1D53"/>
    <w:rsid w:val="000F150A"/>
    <w:rsid w:val="00100131"/>
    <w:rsid w:val="00100F30"/>
    <w:rsid w:val="0010195F"/>
    <w:rsid w:val="00101F0B"/>
    <w:rsid w:val="001063A9"/>
    <w:rsid w:val="00107C00"/>
    <w:rsid w:val="00110B53"/>
    <w:rsid w:val="001166C7"/>
    <w:rsid w:val="0012463F"/>
    <w:rsid w:val="0012722F"/>
    <w:rsid w:val="001306D9"/>
    <w:rsid w:val="00131292"/>
    <w:rsid w:val="00133FA1"/>
    <w:rsid w:val="00136CFE"/>
    <w:rsid w:val="0013731B"/>
    <w:rsid w:val="00147C34"/>
    <w:rsid w:val="00164D02"/>
    <w:rsid w:val="00167EF1"/>
    <w:rsid w:val="001771E4"/>
    <w:rsid w:val="00195CF8"/>
    <w:rsid w:val="00197217"/>
    <w:rsid w:val="001A5496"/>
    <w:rsid w:val="001A755E"/>
    <w:rsid w:val="001B5E7C"/>
    <w:rsid w:val="001E67BC"/>
    <w:rsid w:val="001F338F"/>
    <w:rsid w:val="001F34F1"/>
    <w:rsid w:val="002116F5"/>
    <w:rsid w:val="00213F42"/>
    <w:rsid w:val="00217B44"/>
    <w:rsid w:val="00222286"/>
    <w:rsid w:val="00227100"/>
    <w:rsid w:val="00230AE1"/>
    <w:rsid w:val="00231AC1"/>
    <w:rsid w:val="00236B1E"/>
    <w:rsid w:val="0024562B"/>
    <w:rsid w:val="00250815"/>
    <w:rsid w:val="0025276E"/>
    <w:rsid w:val="002532B1"/>
    <w:rsid w:val="00254DDB"/>
    <w:rsid w:val="00255B85"/>
    <w:rsid w:val="002560A0"/>
    <w:rsid w:val="002719D7"/>
    <w:rsid w:val="00281756"/>
    <w:rsid w:val="00281D62"/>
    <w:rsid w:val="00281F6E"/>
    <w:rsid w:val="002856A3"/>
    <w:rsid w:val="00296B85"/>
    <w:rsid w:val="002A07B9"/>
    <w:rsid w:val="002A1DA4"/>
    <w:rsid w:val="002A2C4F"/>
    <w:rsid w:val="002D5FFA"/>
    <w:rsid w:val="002E456F"/>
    <w:rsid w:val="002E625E"/>
    <w:rsid w:val="002F4556"/>
    <w:rsid w:val="00307038"/>
    <w:rsid w:val="003117F1"/>
    <w:rsid w:val="00336914"/>
    <w:rsid w:val="00350E1B"/>
    <w:rsid w:val="00355E3B"/>
    <w:rsid w:val="00386EA9"/>
    <w:rsid w:val="003A156B"/>
    <w:rsid w:val="003A4E4F"/>
    <w:rsid w:val="003C1D9B"/>
    <w:rsid w:val="003C29F0"/>
    <w:rsid w:val="003E6787"/>
    <w:rsid w:val="00420276"/>
    <w:rsid w:val="00424C7A"/>
    <w:rsid w:val="00426DC3"/>
    <w:rsid w:val="0044085F"/>
    <w:rsid w:val="00444287"/>
    <w:rsid w:val="00444467"/>
    <w:rsid w:val="004458D9"/>
    <w:rsid w:val="00453EC0"/>
    <w:rsid w:val="00455492"/>
    <w:rsid w:val="00463330"/>
    <w:rsid w:val="00464941"/>
    <w:rsid w:val="00465B90"/>
    <w:rsid w:val="004706D2"/>
    <w:rsid w:val="00487970"/>
    <w:rsid w:val="00490FA1"/>
    <w:rsid w:val="0049486D"/>
    <w:rsid w:val="00496A15"/>
    <w:rsid w:val="00497623"/>
    <w:rsid w:val="004B217B"/>
    <w:rsid w:val="004B32EE"/>
    <w:rsid w:val="004C0AEF"/>
    <w:rsid w:val="004D3A10"/>
    <w:rsid w:val="004E0788"/>
    <w:rsid w:val="004E4107"/>
    <w:rsid w:val="004F0E29"/>
    <w:rsid w:val="004F237F"/>
    <w:rsid w:val="004F5277"/>
    <w:rsid w:val="00520DC7"/>
    <w:rsid w:val="00534158"/>
    <w:rsid w:val="005464C0"/>
    <w:rsid w:val="005523E1"/>
    <w:rsid w:val="00557003"/>
    <w:rsid w:val="00557F70"/>
    <w:rsid w:val="00564311"/>
    <w:rsid w:val="00575198"/>
    <w:rsid w:val="0058036E"/>
    <w:rsid w:val="00582FF9"/>
    <w:rsid w:val="005841A3"/>
    <w:rsid w:val="00590405"/>
    <w:rsid w:val="00590F43"/>
    <w:rsid w:val="00595AAA"/>
    <w:rsid w:val="005B1BB4"/>
    <w:rsid w:val="005B5FDA"/>
    <w:rsid w:val="005C7522"/>
    <w:rsid w:val="005D25D9"/>
    <w:rsid w:val="005D33E8"/>
    <w:rsid w:val="005E13F9"/>
    <w:rsid w:val="005E325F"/>
    <w:rsid w:val="005E3A76"/>
    <w:rsid w:val="005E66A6"/>
    <w:rsid w:val="005F0334"/>
    <w:rsid w:val="005F7F36"/>
    <w:rsid w:val="00602251"/>
    <w:rsid w:val="0062332F"/>
    <w:rsid w:val="006251DA"/>
    <w:rsid w:val="00627F79"/>
    <w:rsid w:val="006311D3"/>
    <w:rsid w:val="00631331"/>
    <w:rsid w:val="00634DAC"/>
    <w:rsid w:val="00644966"/>
    <w:rsid w:val="0065017D"/>
    <w:rsid w:val="00671281"/>
    <w:rsid w:val="006713D8"/>
    <w:rsid w:val="00676A47"/>
    <w:rsid w:val="00676E36"/>
    <w:rsid w:val="00677AFA"/>
    <w:rsid w:val="006A2683"/>
    <w:rsid w:val="006A62E3"/>
    <w:rsid w:val="006C2505"/>
    <w:rsid w:val="006C76AE"/>
    <w:rsid w:val="006D456C"/>
    <w:rsid w:val="006E0FE1"/>
    <w:rsid w:val="006E2EC6"/>
    <w:rsid w:val="006F5B61"/>
    <w:rsid w:val="006F7D14"/>
    <w:rsid w:val="00714404"/>
    <w:rsid w:val="0071787E"/>
    <w:rsid w:val="00720670"/>
    <w:rsid w:val="00743A53"/>
    <w:rsid w:val="00745633"/>
    <w:rsid w:val="00750C2E"/>
    <w:rsid w:val="007615A6"/>
    <w:rsid w:val="0076529E"/>
    <w:rsid w:val="007710B6"/>
    <w:rsid w:val="007736F7"/>
    <w:rsid w:val="00781FA6"/>
    <w:rsid w:val="007857A6"/>
    <w:rsid w:val="00787235"/>
    <w:rsid w:val="00793554"/>
    <w:rsid w:val="0079590D"/>
    <w:rsid w:val="00797D4B"/>
    <w:rsid w:val="007A3169"/>
    <w:rsid w:val="007B2A2B"/>
    <w:rsid w:val="007B516F"/>
    <w:rsid w:val="007B5BF9"/>
    <w:rsid w:val="007B6FC4"/>
    <w:rsid w:val="007D0428"/>
    <w:rsid w:val="007D576B"/>
    <w:rsid w:val="007E31BF"/>
    <w:rsid w:val="00822A13"/>
    <w:rsid w:val="00830E88"/>
    <w:rsid w:val="008318BB"/>
    <w:rsid w:val="00832DAC"/>
    <w:rsid w:val="008330D6"/>
    <w:rsid w:val="008366A4"/>
    <w:rsid w:val="0084691B"/>
    <w:rsid w:val="008615B7"/>
    <w:rsid w:val="00886A0F"/>
    <w:rsid w:val="00891FD3"/>
    <w:rsid w:val="008952C0"/>
    <w:rsid w:val="00896DD4"/>
    <w:rsid w:val="00897359"/>
    <w:rsid w:val="008B5D61"/>
    <w:rsid w:val="008C44DA"/>
    <w:rsid w:val="008C5BCB"/>
    <w:rsid w:val="008D0ED0"/>
    <w:rsid w:val="008E7E57"/>
    <w:rsid w:val="008F7331"/>
    <w:rsid w:val="008F7B33"/>
    <w:rsid w:val="009001DD"/>
    <w:rsid w:val="00901300"/>
    <w:rsid w:val="00910F1F"/>
    <w:rsid w:val="0091327B"/>
    <w:rsid w:val="009146F0"/>
    <w:rsid w:val="00920664"/>
    <w:rsid w:val="00920A9C"/>
    <w:rsid w:val="009250D3"/>
    <w:rsid w:val="009447DD"/>
    <w:rsid w:val="009571B3"/>
    <w:rsid w:val="009603CA"/>
    <w:rsid w:val="00971A5E"/>
    <w:rsid w:val="0097233E"/>
    <w:rsid w:val="00993972"/>
    <w:rsid w:val="009A6342"/>
    <w:rsid w:val="009B275C"/>
    <w:rsid w:val="009B5874"/>
    <w:rsid w:val="009B6F14"/>
    <w:rsid w:val="009E2783"/>
    <w:rsid w:val="009E351C"/>
    <w:rsid w:val="009E69A8"/>
    <w:rsid w:val="009F526B"/>
    <w:rsid w:val="00A26BE4"/>
    <w:rsid w:val="00A33D79"/>
    <w:rsid w:val="00A543FA"/>
    <w:rsid w:val="00A62454"/>
    <w:rsid w:val="00A647AF"/>
    <w:rsid w:val="00A7706C"/>
    <w:rsid w:val="00A80ABB"/>
    <w:rsid w:val="00A80F25"/>
    <w:rsid w:val="00A95C58"/>
    <w:rsid w:val="00A971F5"/>
    <w:rsid w:val="00AA13B6"/>
    <w:rsid w:val="00AB0AB4"/>
    <w:rsid w:val="00AD2F1E"/>
    <w:rsid w:val="00AD7D8E"/>
    <w:rsid w:val="00AE0A43"/>
    <w:rsid w:val="00AE3E84"/>
    <w:rsid w:val="00AE6538"/>
    <w:rsid w:val="00AF2F99"/>
    <w:rsid w:val="00B021BE"/>
    <w:rsid w:val="00B1085D"/>
    <w:rsid w:val="00B1380D"/>
    <w:rsid w:val="00B13B0B"/>
    <w:rsid w:val="00B21CF6"/>
    <w:rsid w:val="00B26418"/>
    <w:rsid w:val="00B26E7D"/>
    <w:rsid w:val="00B322A1"/>
    <w:rsid w:val="00B34412"/>
    <w:rsid w:val="00B40AE4"/>
    <w:rsid w:val="00B431AB"/>
    <w:rsid w:val="00B50E52"/>
    <w:rsid w:val="00B52CE1"/>
    <w:rsid w:val="00B52EFE"/>
    <w:rsid w:val="00B5597F"/>
    <w:rsid w:val="00B56A93"/>
    <w:rsid w:val="00B57E6C"/>
    <w:rsid w:val="00B60E98"/>
    <w:rsid w:val="00B635B3"/>
    <w:rsid w:val="00B73460"/>
    <w:rsid w:val="00B73DA1"/>
    <w:rsid w:val="00B84AC2"/>
    <w:rsid w:val="00B8516E"/>
    <w:rsid w:val="00B87ABF"/>
    <w:rsid w:val="00B95C47"/>
    <w:rsid w:val="00BA00EE"/>
    <w:rsid w:val="00BA38B3"/>
    <w:rsid w:val="00BB52A1"/>
    <w:rsid w:val="00BB70BD"/>
    <w:rsid w:val="00BC3F3D"/>
    <w:rsid w:val="00BD3BD2"/>
    <w:rsid w:val="00BF280E"/>
    <w:rsid w:val="00BF506D"/>
    <w:rsid w:val="00BF6ED8"/>
    <w:rsid w:val="00C028A6"/>
    <w:rsid w:val="00C11D4E"/>
    <w:rsid w:val="00C12288"/>
    <w:rsid w:val="00C123FF"/>
    <w:rsid w:val="00C2646E"/>
    <w:rsid w:val="00C31FE8"/>
    <w:rsid w:val="00C322A2"/>
    <w:rsid w:val="00C44AFE"/>
    <w:rsid w:val="00C5068A"/>
    <w:rsid w:val="00C509A5"/>
    <w:rsid w:val="00C55413"/>
    <w:rsid w:val="00C56789"/>
    <w:rsid w:val="00C7475B"/>
    <w:rsid w:val="00C75518"/>
    <w:rsid w:val="00C81FCB"/>
    <w:rsid w:val="00C85F58"/>
    <w:rsid w:val="00CA1F24"/>
    <w:rsid w:val="00CA608D"/>
    <w:rsid w:val="00CA66C0"/>
    <w:rsid w:val="00CB4DF0"/>
    <w:rsid w:val="00CC5589"/>
    <w:rsid w:val="00CD101A"/>
    <w:rsid w:val="00CD521D"/>
    <w:rsid w:val="00CD5ACD"/>
    <w:rsid w:val="00CD7CD3"/>
    <w:rsid w:val="00CF161D"/>
    <w:rsid w:val="00CF638E"/>
    <w:rsid w:val="00D02761"/>
    <w:rsid w:val="00D03A33"/>
    <w:rsid w:val="00D04501"/>
    <w:rsid w:val="00D05327"/>
    <w:rsid w:val="00D05F55"/>
    <w:rsid w:val="00D073A5"/>
    <w:rsid w:val="00D176D5"/>
    <w:rsid w:val="00D37A03"/>
    <w:rsid w:val="00D46999"/>
    <w:rsid w:val="00D52C84"/>
    <w:rsid w:val="00D7435B"/>
    <w:rsid w:val="00D777CD"/>
    <w:rsid w:val="00D91CC2"/>
    <w:rsid w:val="00D937E6"/>
    <w:rsid w:val="00D963E2"/>
    <w:rsid w:val="00DA527D"/>
    <w:rsid w:val="00DC07A0"/>
    <w:rsid w:val="00DC0A6F"/>
    <w:rsid w:val="00DC5F44"/>
    <w:rsid w:val="00DD1EBA"/>
    <w:rsid w:val="00DD57FC"/>
    <w:rsid w:val="00DD5854"/>
    <w:rsid w:val="00DD61D1"/>
    <w:rsid w:val="00DD66B7"/>
    <w:rsid w:val="00DE2414"/>
    <w:rsid w:val="00DE3E0A"/>
    <w:rsid w:val="00DE5145"/>
    <w:rsid w:val="00E009EA"/>
    <w:rsid w:val="00E03094"/>
    <w:rsid w:val="00E16C1F"/>
    <w:rsid w:val="00E21666"/>
    <w:rsid w:val="00E2191C"/>
    <w:rsid w:val="00E246FD"/>
    <w:rsid w:val="00E31B10"/>
    <w:rsid w:val="00E34477"/>
    <w:rsid w:val="00E35829"/>
    <w:rsid w:val="00E42571"/>
    <w:rsid w:val="00E44225"/>
    <w:rsid w:val="00E53E74"/>
    <w:rsid w:val="00E55B0A"/>
    <w:rsid w:val="00E60DBB"/>
    <w:rsid w:val="00E732BE"/>
    <w:rsid w:val="00E76385"/>
    <w:rsid w:val="00E851F9"/>
    <w:rsid w:val="00E90726"/>
    <w:rsid w:val="00E933E5"/>
    <w:rsid w:val="00E94377"/>
    <w:rsid w:val="00E948EB"/>
    <w:rsid w:val="00EA15D3"/>
    <w:rsid w:val="00EA46AD"/>
    <w:rsid w:val="00EA756F"/>
    <w:rsid w:val="00EB6878"/>
    <w:rsid w:val="00EB77F7"/>
    <w:rsid w:val="00EC0FE2"/>
    <w:rsid w:val="00EC3C8C"/>
    <w:rsid w:val="00EC6D40"/>
    <w:rsid w:val="00EE28C7"/>
    <w:rsid w:val="00EE461D"/>
    <w:rsid w:val="00EE5180"/>
    <w:rsid w:val="00EF4FD0"/>
    <w:rsid w:val="00F064A5"/>
    <w:rsid w:val="00F10065"/>
    <w:rsid w:val="00F16DB6"/>
    <w:rsid w:val="00F218A3"/>
    <w:rsid w:val="00F31ADB"/>
    <w:rsid w:val="00F32250"/>
    <w:rsid w:val="00F5018D"/>
    <w:rsid w:val="00F57A5D"/>
    <w:rsid w:val="00F64637"/>
    <w:rsid w:val="00F743B5"/>
    <w:rsid w:val="00F84CFD"/>
    <w:rsid w:val="00F8645C"/>
    <w:rsid w:val="00F94145"/>
    <w:rsid w:val="00F96C29"/>
    <w:rsid w:val="00F97471"/>
    <w:rsid w:val="00FA65A1"/>
    <w:rsid w:val="00FA7018"/>
    <w:rsid w:val="00FB22B2"/>
    <w:rsid w:val="00FB272B"/>
    <w:rsid w:val="00FC0924"/>
    <w:rsid w:val="00FC4838"/>
    <w:rsid w:val="00FD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AB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B0AB4"/>
    <w:pPr>
      <w:spacing w:before="100" w:after="100"/>
      <w:ind w:left="40" w:right="40"/>
    </w:pPr>
    <w:rPr>
      <w:color w:val="333333"/>
    </w:rPr>
  </w:style>
  <w:style w:type="paragraph" w:customStyle="1" w:styleId="a">
    <w:name w:val="Знак Знак Знак Знак Знак"/>
    <w:basedOn w:val="Normal"/>
    <w:uiPriority w:val="99"/>
    <w:rsid w:val="00AB0AB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rsid w:val="0025276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5276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276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318B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490FA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90FA1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B5597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615B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091D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3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307</Words>
  <Characters>2011</Characters>
  <Application>Microsoft Office Outlook</Application>
  <DocSecurity>0</DocSecurity>
  <Lines>0</Lines>
  <Paragraphs>0</Paragraphs>
  <ScaleCrop>false</ScaleCrop>
  <Company>Домашний компьютер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Мария1</dc:creator>
  <cp:keywords/>
  <dc:description/>
  <cp:lastModifiedBy>Пользователь</cp:lastModifiedBy>
  <cp:revision>2</cp:revision>
  <cp:lastPrinted>2016-03-11T06:27:00Z</cp:lastPrinted>
  <dcterms:created xsi:type="dcterms:W3CDTF">2016-04-15T09:34:00Z</dcterms:created>
  <dcterms:modified xsi:type="dcterms:W3CDTF">2016-04-15T09:34:00Z</dcterms:modified>
</cp:coreProperties>
</file>